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6029" w14:textId="77777777" w:rsidR="00BA0915" w:rsidRPr="00023D4B" w:rsidRDefault="00EB579A">
      <w:pPr>
        <w:pStyle w:val="Titre"/>
        <w:tabs>
          <w:tab w:val="center" w:pos="4320"/>
        </w:tabs>
      </w:pPr>
      <w:r>
        <w:t>MOn super jeu</w:t>
      </w:r>
    </w:p>
    <w:p w14:paraId="16F2DC0A" w14:textId="77777777" w:rsidR="00954C47" w:rsidRDefault="006122AD" w:rsidP="00954C47">
      <w:pPr>
        <w:pStyle w:val="Sous-titre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C356B1" wp14:editId="16E1862A">
                <wp:simplePos x="0" y="0"/>
                <wp:positionH relativeFrom="column">
                  <wp:posOffset>11853</wp:posOffset>
                </wp:positionH>
                <wp:positionV relativeFrom="paragraph">
                  <wp:posOffset>408940</wp:posOffset>
                </wp:positionV>
                <wp:extent cx="2726267" cy="584200"/>
                <wp:effectExtent l="0" t="0" r="17145" b="1270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6267" cy="584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CB7D51" w14:textId="77777777" w:rsidR="006122AD" w:rsidRPr="006122AD" w:rsidRDefault="006122AD" w:rsidP="006122A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6122AD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0" o:spid="_x0000_s1026" style="position:absolute;margin-left:.95pt;margin-top:32.2pt;width:214.65pt;height:4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" fillcolor="#33b7d3 [3204]" strokecolor="#175c6b [1604]" strokeweight="1pt">
                <v:stroke joinstyle="miter"/>
                <v:textbox>
                  <w:txbxContent>
                    <w:p w:rsidR="006122AD" w:rsidRPr="006122AD" w:rsidRDefault="006122AD" w:rsidP="006122AD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6122AD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LOGO</w:t>
                      </w:r>
                    </w:p>
                  </w:txbxContent>
                </v:textbox>
              </v:roundrect>
            </w:pict>
          </mc:Fallback>
        </mc:AlternateContent>
      </w:r>
      <w:r w:rsidR="00BD4191" w:rsidRPr="00BD4191">
        <w:rPr>
          <w:sz w:val="40"/>
          <w:szCs w:val="40"/>
        </w:rPr>
        <w:t xml:space="preserve">Mon </w:t>
      </w:r>
      <w:r w:rsidR="00EB579A" w:rsidRPr="00BD4191">
        <w:rPr>
          <w:sz w:val="40"/>
          <w:szCs w:val="40"/>
        </w:rPr>
        <w:t>Super studio</w:t>
      </w:r>
    </w:p>
    <w:p w14:paraId="7DF0289F" w14:textId="77777777" w:rsidR="006122AD" w:rsidRPr="006122AD" w:rsidRDefault="006122AD">
      <w:pPr>
        <w:pStyle w:val="Date"/>
      </w:pPr>
    </w:p>
    <w:p w14:paraId="0153566C" w14:textId="77777777" w:rsidR="00BA0915" w:rsidRPr="006122AD" w:rsidRDefault="00042B70">
      <w:pPr>
        <w:pStyle w:val="Date"/>
        <w:rPr>
          <w:sz w:val="24"/>
          <w:szCs w:val="24"/>
          <w:lang w:val="en-US"/>
        </w:rPr>
      </w:pPr>
      <w:r w:rsidRPr="007419B1">
        <w:rPr>
          <w:lang w:val="en-US"/>
        </w:rPr>
        <w:br/>
      </w:r>
      <w:hyperlink r:id="rId7" w:history="1">
        <w:r w:rsidR="006122AD" w:rsidRPr="0028209E">
          <w:rPr>
            <w:rStyle w:val="Lienhypertexte"/>
            <w:sz w:val="24"/>
            <w:szCs w:val="24"/>
            <w:lang w:val="en-US"/>
          </w:rPr>
          <w:t>www.monsuperstudio.com</w:t>
        </w:r>
      </w:hyperlink>
      <w:r w:rsidR="006122AD">
        <w:rPr>
          <w:sz w:val="24"/>
          <w:szCs w:val="24"/>
          <w:lang w:val="en-US"/>
        </w:rPr>
        <w:t xml:space="preserve"> -</w:t>
      </w:r>
      <w:r w:rsidR="006122AD" w:rsidRPr="006122AD">
        <w:rPr>
          <w:sz w:val="24"/>
          <w:szCs w:val="24"/>
          <w:lang w:val="en-US"/>
        </w:rPr>
        <w:t xml:space="preserve"> </w:t>
      </w:r>
      <w:hyperlink r:id="rId8" w:history="1">
        <w:r w:rsidR="00C0439E" w:rsidRPr="0028209E">
          <w:rPr>
            <w:rStyle w:val="Lienhypertexte"/>
            <w:sz w:val="24"/>
            <w:szCs w:val="24"/>
            <w:lang w:val="en-US"/>
          </w:rPr>
          <w:t>contact@MONsuperstudio.com</w:t>
        </w:r>
      </w:hyperlink>
      <w:r w:rsidR="00BD4191" w:rsidRPr="006122AD">
        <w:rPr>
          <w:sz w:val="24"/>
          <w:szCs w:val="24"/>
          <w:lang w:val="en-US"/>
        </w:rPr>
        <w:t xml:space="preserve"> </w:t>
      </w:r>
    </w:p>
    <w:p w14:paraId="75272E0B" w14:textId="77777777" w:rsidR="00BA0915" w:rsidRPr="00EB579A" w:rsidRDefault="00BD4191">
      <w:pPr>
        <w:pStyle w:val="Titre1"/>
      </w:pPr>
      <w:r>
        <w:t>À PROPOS DE NOUS</w:t>
      </w:r>
    </w:p>
    <w:p w14:paraId="7B1E60C4" w14:textId="77777777" w:rsidR="00EB579A" w:rsidRDefault="00954C47" w:rsidP="00EB579A">
      <w:r>
        <w:t>1 ou 2</w:t>
      </w:r>
      <w:r w:rsidR="00EB579A">
        <w:t xml:space="preserve"> lignes</w:t>
      </w:r>
      <w:r w:rsidR="00FE3120">
        <w:t>,</w:t>
      </w:r>
      <w:r w:rsidR="00EB579A">
        <w:t xml:space="preserve"> </w:t>
      </w:r>
      <w:r w:rsidR="00FE3120">
        <w:t>d</w:t>
      </w:r>
      <w:r w:rsidR="00EB579A" w:rsidRPr="00EB579A">
        <w:t>escription de l’équipe de développement</w:t>
      </w:r>
      <w:r w:rsidR="00EB579A">
        <w:t> : qui est-elle,</w:t>
      </w:r>
      <w:r w:rsidR="006122AD">
        <w:t xml:space="preserve"> d’où vient-elle,</w:t>
      </w:r>
      <w:r w:rsidR="00EB579A" w:rsidRPr="00EB579A">
        <w:t xml:space="preserve"> </w:t>
      </w:r>
      <w:r w:rsidR="00EB579A">
        <w:t>s</w:t>
      </w:r>
      <w:r w:rsidR="00EB579A" w:rsidRPr="00EB579A">
        <w:t>on passé, son approche, ses précédentes créations</w:t>
      </w:r>
      <w:r w:rsidR="00FE3120">
        <w:t>.</w:t>
      </w:r>
    </w:p>
    <w:p w14:paraId="577345D9" w14:textId="77777777" w:rsidR="00BA0915" w:rsidRPr="00023D4B" w:rsidRDefault="00BD4191" w:rsidP="00691BB3">
      <w:pPr>
        <w:pStyle w:val="Titre1"/>
      </w:pPr>
      <w:r>
        <w:t>Fiche descriptive</w:t>
      </w:r>
    </w:p>
    <w:p w14:paraId="7C4B7F67" w14:textId="77777777" w:rsidR="00BD4191" w:rsidRDefault="00BD4191">
      <w:r w:rsidRPr="00BD4191">
        <w:rPr>
          <w:b/>
        </w:rPr>
        <w:t xml:space="preserve">Titre </w:t>
      </w:r>
      <w:r w:rsidR="00EB579A" w:rsidRPr="00BD4191">
        <w:rPr>
          <w:b/>
        </w:rPr>
        <w:t>:</w:t>
      </w:r>
      <w:r w:rsidR="00EB579A">
        <w:t xml:space="preserve"> (titre du jeu</w:t>
      </w:r>
      <w:r>
        <w:t xml:space="preserve"> ou nom de code</w:t>
      </w:r>
      <w:r w:rsidR="00EB579A">
        <w:t>)</w:t>
      </w:r>
      <w:r w:rsidR="00A27527">
        <w:br/>
      </w:r>
      <w:proofErr w:type="spellStart"/>
      <w:r w:rsidR="00A27527">
        <w:rPr>
          <w:rStyle w:val="Titre1Car"/>
          <w:b/>
          <w:caps w:val="0"/>
          <w:sz w:val="24"/>
          <w:szCs w:val="26"/>
        </w:rPr>
        <w:t>Elevator</w:t>
      </w:r>
      <w:proofErr w:type="spellEnd"/>
      <w:r w:rsidR="00A27527">
        <w:rPr>
          <w:rStyle w:val="Titre1Car"/>
          <w:b/>
          <w:caps w:val="0"/>
          <w:sz w:val="24"/>
          <w:szCs w:val="26"/>
        </w:rPr>
        <w:t xml:space="preserve"> pitch</w:t>
      </w:r>
      <w:r w:rsidR="00A27527" w:rsidRPr="00042B70">
        <w:rPr>
          <w:rStyle w:val="Titre1Car"/>
          <w:b/>
          <w:caps w:val="0"/>
          <w:sz w:val="24"/>
          <w:szCs w:val="26"/>
        </w:rPr>
        <w:t> </w:t>
      </w:r>
      <w:r w:rsidR="00A27527" w:rsidRPr="00A27527">
        <w:rPr>
          <w:b/>
        </w:rPr>
        <w:t>:</w:t>
      </w:r>
      <w:r w:rsidR="00A27527">
        <w:t xml:space="preserve"> (</w:t>
      </w:r>
      <w:r w:rsidR="00A27527">
        <w:rPr>
          <w:rStyle w:val="Titre1Car"/>
          <w:caps w:val="0"/>
          <w:sz w:val="24"/>
          <w:szCs w:val="26"/>
        </w:rPr>
        <w:t>Résume en quelques mots le concept du jeu.</w:t>
      </w:r>
      <w:r w:rsidR="00A27527">
        <w:t>)</w:t>
      </w:r>
      <w:r>
        <w:br/>
      </w:r>
      <w:r w:rsidRPr="00BD4191">
        <w:rPr>
          <w:b/>
        </w:rPr>
        <w:t>Genre</w:t>
      </w:r>
      <w:r>
        <w:rPr>
          <w:b/>
        </w:rPr>
        <w:t xml:space="preserve"> </w:t>
      </w:r>
      <w:r w:rsidRPr="00BD4191">
        <w:rPr>
          <w:b/>
        </w:rPr>
        <w:t>:</w:t>
      </w:r>
      <w:r>
        <w:t xml:space="preserve"> (FPS, RPG, Simulation, puzzle, etc.)</w:t>
      </w:r>
      <w:r w:rsidR="006173A0">
        <w:br/>
      </w:r>
      <w:r w:rsidR="006173A0" w:rsidRPr="006173A0">
        <w:rPr>
          <w:b/>
        </w:rPr>
        <w:t>Nombre de joueurs :</w:t>
      </w:r>
      <w:r w:rsidR="006173A0">
        <w:t xml:space="preserve"> (solo, multijoueur, PVE, PVP)</w:t>
      </w:r>
      <w:r>
        <w:br/>
      </w:r>
      <w:r w:rsidRPr="00BD4191">
        <w:rPr>
          <w:b/>
        </w:rPr>
        <w:t>Public visé :</w:t>
      </w:r>
      <w:r>
        <w:t xml:space="preserve"> (tranches d’âges, sexe, type</w:t>
      </w:r>
      <w:r w:rsidR="002B0340">
        <w:t>s</w:t>
      </w:r>
      <w:r w:rsidR="00E633D3">
        <w:t> :</w:t>
      </w:r>
      <w:r>
        <w:t xml:space="preserve"> </w:t>
      </w:r>
      <w:proofErr w:type="spellStart"/>
      <w:r>
        <w:t>casual</w:t>
      </w:r>
      <w:proofErr w:type="spellEnd"/>
      <w:r>
        <w:t xml:space="preserve"> </w:t>
      </w:r>
      <w:proofErr w:type="spellStart"/>
      <w:r>
        <w:t>gamers</w:t>
      </w:r>
      <w:proofErr w:type="spellEnd"/>
      <w:r>
        <w:t xml:space="preserve">, </w:t>
      </w:r>
      <w:proofErr w:type="spellStart"/>
      <w:r>
        <w:t>hard-core</w:t>
      </w:r>
      <w:proofErr w:type="spellEnd"/>
      <w:r>
        <w:t xml:space="preserve"> </w:t>
      </w:r>
      <w:proofErr w:type="spellStart"/>
      <w:r>
        <w:t>gamers</w:t>
      </w:r>
      <w:proofErr w:type="spellEnd"/>
      <w:r>
        <w:t>, etc.)</w:t>
      </w:r>
      <w:r>
        <w:br/>
      </w:r>
      <w:r w:rsidRPr="00BD4191">
        <w:rPr>
          <w:b/>
        </w:rPr>
        <w:t>Plateforme cible :</w:t>
      </w:r>
      <w:r>
        <w:rPr>
          <w:b/>
        </w:rPr>
        <w:t xml:space="preserve"> </w:t>
      </w:r>
      <w:r w:rsidRPr="00BD4191">
        <w:t>(PC, consoles, mobiles, etc.)</w:t>
      </w:r>
      <w:r w:rsidRPr="00BD4191">
        <w:br/>
      </w:r>
      <w:r>
        <w:rPr>
          <w:b/>
        </w:rPr>
        <w:t xml:space="preserve">Marché cible : </w:t>
      </w:r>
      <w:r w:rsidRPr="00BD4191">
        <w:t>(</w:t>
      </w:r>
      <w:r>
        <w:t xml:space="preserve">Monde entier, </w:t>
      </w:r>
      <w:r w:rsidRPr="00BD4191">
        <w:t>US, Japon, Corée, Amérique du sud, etc.)</w:t>
      </w:r>
      <w:r>
        <w:br/>
      </w:r>
      <w:r w:rsidRPr="00BD4191">
        <w:rPr>
          <w:b/>
        </w:rPr>
        <w:t>Technologies :</w:t>
      </w:r>
      <w:r>
        <w:t xml:space="preserve"> (Unity3D, Unreal Engine, moteur maison, etc.)</w:t>
      </w:r>
      <w:r>
        <w:rPr>
          <w:b/>
        </w:rPr>
        <w:br/>
      </w:r>
      <w:r w:rsidRPr="00BD4191">
        <w:rPr>
          <w:b/>
        </w:rPr>
        <w:t xml:space="preserve">Unique </w:t>
      </w:r>
      <w:proofErr w:type="spellStart"/>
      <w:r w:rsidRPr="00BD4191">
        <w:rPr>
          <w:b/>
        </w:rPr>
        <w:t>Selling</w:t>
      </w:r>
      <w:proofErr w:type="spellEnd"/>
      <w:r w:rsidRPr="00BD4191">
        <w:rPr>
          <w:b/>
        </w:rPr>
        <w:t xml:space="preserve"> Points :</w:t>
      </w:r>
      <w:r>
        <w:t xml:space="preserve"> (</w:t>
      </w:r>
      <w:r w:rsidR="00202406">
        <w:t>l</w:t>
      </w:r>
      <w:r>
        <w:t xml:space="preserve">es </w:t>
      </w:r>
      <w:r w:rsidR="002B0340">
        <w:t xml:space="preserve">2 ou 3 </w:t>
      </w:r>
      <w:r>
        <w:t>points forts et uniques du jeu)</w:t>
      </w:r>
    </w:p>
    <w:p w14:paraId="77638FFF" w14:textId="77777777" w:rsidR="00BD4191" w:rsidRDefault="00BD4191" w:rsidP="00691BB3">
      <w:pPr>
        <w:pStyle w:val="Titre1"/>
      </w:pPr>
      <w:r>
        <w:t>Production</w:t>
      </w:r>
    </w:p>
    <w:p w14:paraId="419813F6" w14:textId="77777777" w:rsidR="002B0340" w:rsidRDefault="00691BB3" w:rsidP="00BD4191">
      <w:pPr>
        <w:rPr>
          <w:rStyle w:val="Titre1Car"/>
        </w:rPr>
      </w:pPr>
      <w:r w:rsidRPr="00691BB3">
        <w:rPr>
          <w:b/>
        </w:rPr>
        <w:t>Estimation des ventes :</w:t>
      </w:r>
      <w:r>
        <w:t xml:space="preserve"> (Nombre d’exemplaires et</w:t>
      </w:r>
      <w:r w:rsidR="00202406">
        <w:t>/</w:t>
      </w:r>
      <w:r>
        <w:t>ou téléchargements)</w:t>
      </w:r>
      <w:r w:rsidR="006173A0">
        <w:br/>
      </w:r>
      <w:r w:rsidR="006173A0" w:rsidRPr="006173A0">
        <w:rPr>
          <w:b/>
        </w:rPr>
        <w:t>Modèle économique :</w:t>
      </w:r>
      <w:r w:rsidR="006173A0">
        <w:t xml:space="preserve"> (Premium, </w:t>
      </w:r>
      <w:proofErr w:type="spellStart"/>
      <w:r w:rsidR="006173A0">
        <w:t>Freemium</w:t>
      </w:r>
      <w:proofErr w:type="spellEnd"/>
      <w:r w:rsidR="006173A0">
        <w:t>, Publicités)</w:t>
      </w:r>
      <w:r>
        <w:br/>
      </w:r>
      <w:r w:rsidR="00F8343B">
        <w:rPr>
          <w:b/>
        </w:rPr>
        <w:t xml:space="preserve">Prix de vente : </w:t>
      </w:r>
      <w:r w:rsidR="00F8343B" w:rsidRPr="00F8343B">
        <w:t>(Prix</w:t>
      </w:r>
      <w:r w:rsidR="00F8343B">
        <w:rPr>
          <w:b/>
        </w:rPr>
        <w:t xml:space="preserve"> </w:t>
      </w:r>
      <w:r w:rsidR="00F8343B" w:rsidRPr="004F01A4">
        <w:t>du jeu</w:t>
      </w:r>
      <w:r w:rsidR="004F01A4" w:rsidRPr="004F01A4">
        <w:t xml:space="preserve"> </w:t>
      </w:r>
      <w:r w:rsidR="004F01A4">
        <w:t>lors</w:t>
      </w:r>
      <w:r w:rsidR="004F01A4" w:rsidRPr="004F01A4">
        <w:t xml:space="preserve"> de la sortie)</w:t>
      </w:r>
      <w:r w:rsidR="00F8343B">
        <w:rPr>
          <w:b/>
        </w:rPr>
        <w:br/>
      </w:r>
      <w:r w:rsidR="00BD4191" w:rsidRPr="00691BB3">
        <w:rPr>
          <w:b/>
        </w:rPr>
        <w:t>Budget</w:t>
      </w:r>
      <w:r w:rsidRPr="00691BB3">
        <w:rPr>
          <w:b/>
        </w:rPr>
        <w:t xml:space="preserve"> </w:t>
      </w:r>
      <w:r w:rsidR="00BD4191" w:rsidRPr="00691BB3">
        <w:rPr>
          <w:b/>
        </w:rPr>
        <w:t>:</w:t>
      </w:r>
      <w:r>
        <w:t xml:space="preserve"> (Budget requis pour produire le jeu)</w:t>
      </w:r>
      <w:r>
        <w:br/>
      </w:r>
      <w:r w:rsidRPr="00691BB3">
        <w:rPr>
          <w:b/>
        </w:rPr>
        <w:t>Temps nécessaire :</w:t>
      </w:r>
      <w:r>
        <w:t xml:space="preserve"> (Temps total de développent)</w:t>
      </w:r>
      <w:r w:rsidR="00BD4191">
        <w:br/>
      </w:r>
      <w:r w:rsidR="00BD4191" w:rsidRPr="00691BB3">
        <w:rPr>
          <w:b/>
        </w:rPr>
        <w:t>Échéances :</w:t>
      </w:r>
      <w:r w:rsidR="00BD4191">
        <w:t xml:space="preserve"> (</w:t>
      </w:r>
      <w:proofErr w:type="spellStart"/>
      <w:r w:rsidR="00BD4191">
        <w:t>Milestones</w:t>
      </w:r>
      <w:proofErr w:type="spellEnd"/>
      <w:r w:rsidR="00BD4191">
        <w:t>, date de sortie prévue, dates des</w:t>
      </w:r>
      <w:r>
        <w:t xml:space="preserve"> événements </w:t>
      </w:r>
      <w:r w:rsidR="00202406">
        <w:t>m</w:t>
      </w:r>
      <w:r>
        <w:t>arketing)</w:t>
      </w:r>
    </w:p>
    <w:p w14:paraId="0242949F" w14:textId="77777777" w:rsidR="002B0340" w:rsidRDefault="002B0340">
      <w:pPr>
        <w:rPr>
          <w:rStyle w:val="Titre1Car"/>
        </w:rPr>
      </w:pPr>
      <w:r>
        <w:rPr>
          <w:rStyle w:val="Titre1Car"/>
        </w:rPr>
        <w:br w:type="page"/>
      </w:r>
    </w:p>
    <w:p w14:paraId="4F4C397B" w14:textId="77777777" w:rsidR="00585993" w:rsidRPr="00BD4191" w:rsidRDefault="00585993" w:rsidP="00585993">
      <w:pPr>
        <w:pStyle w:val="Titre1"/>
      </w:pPr>
      <w:r>
        <w:lastRenderedPageBreak/>
        <w:t>Étude de marchÉ</w:t>
      </w:r>
    </w:p>
    <w:p w14:paraId="3A45F37C" w14:textId="77777777" w:rsidR="00585993" w:rsidRDefault="00585993" w:rsidP="00585993">
      <w:pPr>
        <w:pStyle w:val="Titre2"/>
      </w:pPr>
      <w:r>
        <w:t>Analyse des jeux existants</w:t>
      </w:r>
    </w:p>
    <w:p w14:paraId="289AB7B0" w14:textId="77777777" w:rsidR="00585993" w:rsidRDefault="00585993" w:rsidP="00585993">
      <w:pPr>
        <w:rPr>
          <w:b/>
        </w:rPr>
      </w:pPr>
      <w:r w:rsidRPr="006122AD">
        <w:rPr>
          <w:b/>
        </w:rPr>
        <w:t>Les jeux sortis précédemment</w:t>
      </w:r>
      <w:r>
        <w:t> :</w:t>
      </w:r>
      <w:r w:rsidRPr="00FE3120">
        <w:t xml:space="preserve"> </w:t>
      </w:r>
      <w:r>
        <w:t>référence gameplay, inspirations, etc.</w:t>
      </w:r>
      <w:r w:rsidRPr="00FE3120">
        <w:br/>
      </w:r>
      <w:r>
        <w:t>Leurs f</w:t>
      </w:r>
      <w:r w:rsidRPr="00FE3120">
        <w:t xml:space="preserve">orces et </w:t>
      </w:r>
      <w:r>
        <w:t xml:space="preserve">leurs </w:t>
      </w:r>
      <w:r w:rsidRPr="00FE3120">
        <w:t>faiblesses</w:t>
      </w:r>
      <w:r>
        <w:t>.</w:t>
      </w:r>
    </w:p>
    <w:p w14:paraId="52859408" w14:textId="77777777" w:rsidR="00585993" w:rsidRPr="00FE3120" w:rsidRDefault="00585993" w:rsidP="00585993">
      <w:pPr>
        <w:pStyle w:val="Titre2"/>
      </w:pPr>
      <w:r>
        <w:t>Analyse de la concurrence</w:t>
      </w:r>
    </w:p>
    <w:p w14:paraId="698CE07A" w14:textId="77777777" w:rsidR="00585993" w:rsidRPr="00585993" w:rsidRDefault="00585993" w:rsidP="00BD4191">
      <w:pPr>
        <w:rPr>
          <w:rStyle w:val="Titre1Car"/>
          <w:rFonts w:asciiTheme="minorHAnsi" w:eastAsiaTheme="minorHAnsi" w:hAnsiTheme="minorHAnsi" w:cstheme="minorBidi"/>
          <w:caps w:val="0"/>
          <w:sz w:val="22"/>
          <w:szCs w:val="28"/>
        </w:rPr>
      </w:pPr>
      <w:r w:rsidRPr="006122AD">
        <w:rPr>
          <w:b/>
        </w:rPr>
        <w:t>Les jeux dont la sortie est prévue au même moment</w:t>
      </w:r>
      <w:r>
        <w:t xml:space="preserve">. </w:t>
      </w:r>
      <w:r>
        <w:br/>
        <w:t>Leurs forces et leurs faiblesses</w:t>
      </w:r>
    </w:p>
    <w:p w14:paraId="5C8CA5E6" w14:textId="77777777" w:rsidR="00FE3120" w:rsidRPr="00A27527" w:rsidRDefault="00FA44F5" w:rsidP="00BD4191">
      <w:pPr>
        <w:rPr>
          <w:rStyle w:val="Titre1Car"/>
          <w:rFonts w:asciiTheme="minorHAnsi" w:eastAsiaTheme="minorHAnsi" w:hAnsiTheme="minorHAnsi" w:cstheme="minorBidi"/>
          <w:caps w:val="0"/>
          <w:sz w:val="24"/>
          <w:szCs w:val="28"/>
        </w:rPr>
      </w:pPr>
      <w:r w:rsidRPr="00FA44F5">
        <w:rPr>
          <w:rStyle w:val="Titre1Car"/>
        </w:rPr>
        <w:t>Le jeu</w:t>
      </w:r>
    </w:p>
    <w:p w14:paraId="1AC552E1" w14:textId="77777777" w:rsidR="00A27527" w:rsidRPr="00A27527" w:rsidRDefault="00A27527" w:rsidP="00A27527">
      <w:pPr>
        <w:pStyle w:val="Titre2"/>
        <w:rPr>
          <w:rStyle w:val="Titre1Car"/>
          <w:caps/>
          <w:sz w:val="24"/>
          <w:szCs w:val="26"/>
        </w:rPr>
      </w:pPr>
      <w:r>
        <w:rPr>
          <w:rStyle w:val="Titre1Car"/>
          <w:caps/>
          <w:sz w:val="24"/>
          <w:szCs w:val="26"/>
        </w:rPr>
        <w:t>Synopsis</w:t>
      </w:r>
    </w:p>
    <w:p w14:paraId="1F0951EA" w14:textId="77777777" w:rsidR="003F0D7A" w:rsidRDefault="00A27527" w:rsidP="003F0D7A">
      <w:pPr>
        <w:rPr>
          <w:rStyle w:val="Titre1Car"/>
          <w:caps w:val="0"/>
          <w:sz w:val="24"/>
          <w:szCs w:val="26"/>
        </w:rPr>
      </w:pPr>
      <w:r>
        <w:t>Résume le jeu, l’histoire et son univers en quelques phrases.</w:t>
      </w:r>
    </w:p>
    <w:p w14:paraId="43983F1F" w14:textId="77777777" w:rsidR="003F0D7A" w:rsidRDefault="00621B92" w:rsidP="003F0D7A">
      <w:pPr>
        <w:pStyle w:val="Titre2"/>
      </w:pPr>
      <w:r w:rsidRPr="00621B92">
        <w:rPr>
          <w:rStyle w:val="Titre1Car"/>
          <w:caps/>
          <w:sz w:val="24"/>
          <w:szCs w:val="26"/>
        </w:rPr>
        <w:t>Les intentions</w:t>
      </w:r>
    </w:p>
    <w:p w14:paraId="42BA5C2E" w14:textId="77777777" w:rsidR="00621B92" w:rsidRPr="00621B92" w:rsidRDefault="00621B92" w:rsidP="00621B92">
      <w:r>
        <w:t xml:space="preserve">Quelles sont </w:t>
      </w:r>
      <w:r w:rsidR="002B0340">
        <w:rPr>
          <w:b/>
        </w:rPr>
        <w:t>les</w:t>
      </w:r>
      <w:r w:rsidRPr="006122AD">
        <w:rPr>
          <w:b/>
        </w:rPr>
        <w:t xml:space="preserve"> intentions</w:t>
      </w:r>
      <w:r w:rsidR="003F0D7A">
        <w:t> ? (</w:t>
      </w:r>
      <w:proofErr w:type="gramStart"/>
      <w:r>
        <w:t>gameplay</w:t>
      </w:r>
      <w:proofErr w:type="gramEnd"/>
      <w:r>
        <w:t xml:space="preserve">, </w:t>
      </w:r>
      <w:r w:rsidR="003F0D7A">
        <w:t>univers, graphismes, sons</w:t>
      </w:r>
      <w:r>
        <w:t xml:space="preserve">, expérimentations, </w:t>
      </w:r>
      <w:r w:rsidR="003F0D7A">
        <w:t>scénario</w:t>
      </w:r>
      <w:r>
        <w:t>, etc.</w:t>
      </w:r>
      <w:r w:rsidR="003F0D7A">
        <w:t>)</w:t>
      </w:r>
      <w:r w:rsidR="004538A3">
        <w:t xml:space="preserve"> </w:t>
      </w:r>
      <w:r>
        <w:t>Qu’est-ce que vous voulez faire ressentir au joueur ?</w:t>
      </w:r>
    </w:p>
    <w:p w14:paraId="026F3B57" w14:textId="77777777" w:rsidR="00FE3120" w:rsidRDefault="00FA44F5" w:rsidP="00FA44F5">
      <w:pPr>
        <w:pStyle w:val="Titre2"/>
      </w:pPr>
      <w:r>
        <w:t>Les 3C</w:t>
      </w:r>
    </w:p>
    <w:p w14:paraId="004417EE" w14:textId="77777777" w:rsidR="00FA44F5" w:rsidRDefault="00FA44F5" w:rsidP="00FA44F5">
      <w:r w:rsidRPr="00FA44F5">
        <w:rPr>
          <w:b/>
        </w:rPr>
        <w:t>Cam</w:t>
      </w:r>
      <w:r w:rsidR="00327794">
        <w:rPr>
          <w:b/>
        </w:rPr>
        <w:t>é</w:t>
      </w:r>
      <w:r w:rsidRPr="00FA44F5">
        <w:rPr>
          <w:b/>
        </w:rPr>
        <w:t>ra :</w:t>
      </w:r>
      <w:r>
        <w:t xml:space="preserve"> Le type de camera</w:t>
      </w:r>
      <w:r w:rsidR="00202406">
        <w:t xml:space="preserve"> :</w:t>
      </w:r>
      <w:r>
        <w:t xml:space="preserve"> première personne, troisième personne, caméra fixe, scrolling, 2d, 3D, etc.</w:t>
      </w:r>
      <w:r>
        <w:br/>
      </w:r>
      <w:proofErr w:type="spellStart"/>
      <w:r w:rsidRPr="00FA44F5">
        <w:rPr>
          <w:b/>
        </w:rPr>
        <w:t>Character</w:t>
      </w:r>
      <w:proofErr w:type="spellEnd"/>
      <w:r w:rsidRPr="00FA44F5">
        <w:rPr>
          <w:b/>
        </w:rPr>
        <w:t> :</w:t>
      </w:r>
      <w:r>
        <w:t xml:space="preserve"> </w:t>
      </w:r>
      <w:r w:rsidR="002B0340">
        <w:t>Q</w:t>
      </w:r>
      <w:r>
        <w:t>uel</w:t>
      </w:r>
      <w:r w:rsidR="00294E48">
        <w:t>le</w:t>
      </w:r>
      <w:r>
        <w:t xml:space="preserve"> est la personne incarnée</w:t>
      </w:r>
      <w:r w:rsidR="002231E8">
        <w:t> ?</w:t>
      </w:r>
      <w:r>
        <w:t xml:space="preserve"> </w:t>
      </w:r>
      <w:r w:rsidR="002231E8">
        <w:t>C</w:t>
      </w:r>
      <w:r>
        <w:t>omment est-elle représentée</w:t>
      </w:r>
      <w:r w:rsidR="002231E8">
        <w:t> ?</w:t>
      </w:r>
      <w:r w:rsidR="00A27527">
        <w:t xml:space="preserve"> Quels sont les autres personnages ?</w:t>
      </w:r>
      <w:r>
        <w:br/>
      </w:r>
      <w:r w:rsidRPr="00FA44F5">
        <w:rPr>
          <w:b/>
        </w:rPr>
        <w:t>Controller :</w:t>
      </w:r>
      <w:r>
        <w:t xml:space="preserve"> </w:t>
      </w:r>
      <w:r w:rsidR="002B0340">
        <w:t>Q</w:t>
      </w:r>
      <w:r w:rsidR="00A27527">
        <w:t xml:space="preserve">uel sont </w:t>
      </w:r>
      <w:r w:rsidR="00202406">
        <w:t>l</w:t>
      </w:r>
      <w:r>
        <w:t>es contrôles</w:t>
      </w:r>
      <w:r w:rsidR="00A27527">
        <w:t> ?</w:t>
      </w:r>
      <w:r>
        <w:t xml:space="preserve"> </w:t>
      </w:r>
      <w:proofErr w:type="spellStart"/>
      <w:r w:rsidR="00A27527">
        <w:t>T</w:t>
      </w:r>
      <w:r>
        <w:t>ouch</w:t>
      </w:r>
      <w:proofErr w:type="spellEnd"/>
      <w:r>
        <w:t xml:space="preserve"> </w:t>
      </w:r>
      <w:proofErr w:type="spellStart"/>
      <w:r>
        <w:t>screen</w:t>
      </w:r>
      <w:proofErr w:type="spellEnd"/>
      <w:r>
        <w:t>, boutons, souris, touches</w:t>
      </w:r>
      <w:r w:rsidR="00A27527">
        <w:t>, etc.</w:t>
      </w:r>
    </w:p>
    <w:p w14:paraId="4F56B617" w14:textId="77777777" w:rsidR="00FA44F5" w:rsidRDefault="00FA44F5" w:rsidP="00FA44F5">
      <w:pPr>
        <w:pStyle w:val="Titre2"/>
      </w:pPr>
      <w:r>
        <w:t>Core Gameplay</w:t>
      </w:r>
    </w:p>
    <w:p w14:paraId="19A3B486" w14:textId="387047B0" w:rsidR="007419B1" w:rsidRPr="007419B1" w:rsidRDefault="00FA44F5" w:rsidP="00FA44F5">
      <w:pPr>
        <w:rPr>
          <w:b/>
        </w:rPr>
      </w:pPr>
      <w:r>
        <w:t xml:space="preserve">Brève </w:t>
      </w:r>
      <w:r w:rsidRPr="006122AD">
        <w:rPr>
          <w:b/>
        </w:rPr>
        <w:t>description du gameplay</w:t>
      </w:r>
      <w:r>
        <w:t xml:space="preserve"> </w:t>
      </w:r>
      <w:r w:rsidRPr="006122AD">
        <w:rPr>
          <w:b/>
        </w:rPr>
        <w:t>central</w:t>
      </w:r>
      <w:r>
        <w:t xml:space="preserve"> en quelques lignes</w:t>
      </w:r>
      <w:r w:rsidR="00446850">
        <w:t>.</w:t>
      </w:r>
      <w:r w:rsidR="007419B1">
        <w:t xml:space="preserve"> Lister tous les éléments de </w:t>
      </w:r>
      <w:proofErr w:type="spellStart"/>
      <w:r w:rsidR="007419B1">
        <w:t>gameplay</w:t>
      </w:r>
      <w:proofErr w:type="spellEnd"/>
      <w:r w:rsidR="007419B1">
        <w:t xml:space="preserve"> et leur fonction (items, bonus, ennemis, décor, etc.)</w:t>
      </w:r>
      <w:r w:rsidR="00446850">
        <w:t xml:space="preserve"> Expliquer </w:t>
      </w:r>
      <w:r w:rsidR="007419B1">
        <w:t>la logique</w:t>
      </w:r>
      <w:r w:rsidR="00446850">
        <w:t xml:space="preserve"> du jeu,</w:t>
      </w:r>
      <w:r w:rsidR="002B0340">
        <w:t xml:space="preserve"> les mécaniques</w:t>
      </w:r>
      <w:r w:rsidR="007419B1">
        <w:t xml:space="preserve"> de gameplay</w:t>
      </w:r>
      <w:r w:rsidR="002B0340">
        <w:t>,</w:t>
      </w:r>
      <w:r w:rsidR="00446850">
        <w:t xml:space="preserve"> ce que le joueur peut faire et comment le faire</w:t>
      </w:r>
      <w:r w:rsidR="00042B70">
        <w:t>.</w:t>
      </w:r>
      <w:r w:rsidR="002B0340">
        <w:br/>
      </w:r>
      <w:r w:rsidR="00294E48">
        <w:rPr>
          <w:b/>
        </w:rPr>
        <w:t>Lister</w:t>
      </w:r>
      <w:r w:rsidR="00621B92" w:rsidRPr="00042B70">
        <w:rPr>
          <w:b/>
        </w:rPr>
        <w:t xml:space="preserve"> les « </w:t>
      </w:r>
      <w:proofErr w:type="spellStart"/>
      <w:r w:rsidR="00621B92" w:rsidRPr="00E633D3">
        <w:rPr>
          <w:b/>
          <w:i/>
        </w:rPr>
        <w:t>Pillars</w:t>
      </w:r>
      <w:proofErr w:type="spellEnd"/>
      <w:r w:rsidR="00621B92" w:rsidRPr="00042B70">
        <w:rPr>
          <w:b/>
        </w:rPr>
        <w:t> ».</w:t>
      </w:r>
    </w:p>
    <w:p w14:paraId="77837B23" w14:textId="77777777" w:rsidR="00FA44F5" w:rsidRDefault="00FA44F5" w:rsidP="00FA44F5">
      <w:pPr>
        <w:pStyle w:val="Titre2"/>
      </w:pPr>
      <w:r>
        <w:t>Conditions de victoire et de dÉfaite</w:t>
      </w:r>
    </w:p>
    <w:p w14:paraId="0A17EB4C" w14:textId="77777777" w:rsidR="00FA44F5" w:rsidRPr="00FA44F5" w:rsidRDefault="00FA44F5" w:rsidP="00FA44F5">
      <w:r w:rsidRPr="00FA44F5">
        <w:rPr>
          <w:b/>
        </w:rPr>
        <w:t>Conditions de victoire :</w:t>
      </w:r>
      <w:r>
        <w:t xml:space="preserve"> </w:t>
      </w:r>
      <w:r w:rsidR="002B0340">
        <w:t>E</w:t>
      </w:r>
      <w:r>
        <w:t>xpliquer comment gagner en quelques mots</w:t>
      </w:r>
      <w:r>
        <w:br/>
      </w:r>
      <w:r w:rsidRPr="00FA44F5">
        <w:rPr>
          <w:b/>
        </w:rPr>
        <w:t>Conditions de défaite</w:t>
      </w:r>
      <w:r w:rsidR="00E633D3">
        <w:rPr>
          <w:b/>
        </w:rPr>
        <w:t xml:space="preserve"> </w:t>
      </w:r>
      <w:r w:rsidRPr="00FA44F5">
        <w:rPr>
          <w:b/>
        </w:rPr>
        <w:t>:</w:t>
      </w:r>
      <w:r>
        <w:t xml:space="preserve"> </w:t>
      </w:r>
      <w:r w:rsidR="002B0340">
        <w:t>E</w:t>
      </w:r>
      <w:r>
        <w:t>xpliquer comment perdre en quelques mots</w:t>
      </w:r>
    </w:p>
    <w:p w14:paraId="52AA8692" w14:textId="77777777" w:rsidR="00FA44F5" w:rsidRDefault="00FA44F5" w:rsidP="00FA44F5">
      <w:pPr>
        <w:pStyle w:val="Titre2"/>
      </w:pPr>
      <w:r>
        <w:t>Gameplay</w:t>
      </w:r>
      <w:r w:rsidR="00202406">
        <w:t>S</w:t>
      </w:r>
      <w:r>
        <w:t xml:space="preserve"> secondaire</w:t>
      </w:r>
      <w:r w:rsidR="00202406">
        <w:t>S</w:t>
      </w:r>
    </w:p>
    <w:p w14:paraId="72F95F36" w14:textId="77777777" w:rsidR="00621B92" w:rsidRDefault="00446850" w:rsidP="00FA44F5">
      <w:r>
        <w:t>Optionnel</w:t>
      </w:r>
      <w:r w:rsidR="00202406">
        <w:t>.</w:t>
      </w:r>
      <w:r>
        <w:t xml:space="preserve"> </w:t>
      </w:r>
      <w:r w:rsidR="00202406">
        <w:t>B</w:t>
      </w:r>
      <w:r w:rsidR="00FA44F5">
        <w:t>rève description des gameplays secondaires en quelques lignes</w:t>
      </w:r>
      <w:r w:rsidR="00621B92">
        <w:t>.</w:t>
      </w:r>
    </w:p>
    <w:p w14:paraId="63C68217" w14:textId="77777777" w:rsidR="00FA44F5" w:rsidRDefault="00FA44F5" w:rsidP="004B7AC5">
      <w:pPr>
        <w:pStyle w:val="Titre1"/>
      </w:pPr>
      <w:r>
        <w:lastRenderedPageBreak/>
        <w:t>Mockup</w:t>
      </w:r>
    </w:p>
    <w:p w14:paraId="5179A6B6" w14:textId="77777777" w:rsidR="00FA44F5" w:rsidRDefault="003435A0" w:rsidP="00FA44F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E4C622" wp14:editId="3791EE21">
                <wp:simplePos x="0" y="0"/>
                <wp:positionH relativeFrom="column">
                  <wp:posOffset>146050</wp:posOffset>
                </wp:positionH>
                <wp:positionV relativeFrom="paragraph">
                  <wp:posOffset>2480733</wp:posOffset>
                </wp:positionV>
                <wp:extent cx="1320800" cy="372533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800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03992B" w14:textId="77777777" w:rsidR="00621B92" w:rsidRDefault="00621B92" w:rsidP="00621B92">
                            <w:r>
                              <w:t>Personnage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5D9A4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7" type="#_x0000_t202" style="position:absolute;margin-left:11.5pt;margin-top:195.35pt;width:104pt;height:2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" fillcolor="white [3201]" stroked="f" strokeweight=".5pt">
                <v:textbox>
                  <w:txbxContent>
                    <w:p w:rsidR="00621B92" w:rsidRDefault="00621B92" w:rsidP="00621B92">
                      <w:r>
                        <w:t>Personnage</w:t>
                      </w:r>
                    </w:p>
                  </w:txbxContent>
                </v:textbox>
              </v:shape>
            </w:pict>
          </mc:Fallback>
        </mc:AlternateContent>
      </w:r>
      <w:r w:rsidR="00662E2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69316A" wp14:editId="0299B004">
                <wp:simplePos x="0" y="0"/>
                <wp:positionH relativeFrom="column">
                  <wp:posOffset>3964517</wp:posOffset>
                </wp:positionH>
                <wp:positionV relativeFrom="paragraph">
                  <wp:posOffset>1549188</wp:posOffset>
                </wp:positionV>
                <wp:extent cx="1540934" cy="355600"/>
                <wp:effectExtent l="0" t="0" r="8890" b="127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34" cy="355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986AC6" id="Rectangle 15" o:spid="_x0000_s1026" style="position:absolute;margin-left:312.15pt;margin-top:122pt;width:121.35pt;height:2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&#13;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="00621B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022A58" wp14:editId="371F6835">
                <wp:simplePos x="0" y="0"/>
                <wp:positionH relativeFrom="column">
                  <wp:posOffset>4251960</wp:posOffset>
                </wp:positionH>
                <wp:positionV relativeFrom="paragraph">
                  <wp:posOffset>2480945</wp:posOffset>
                </wp:positionV>
                <wp:extent cx="821267" cy="372533"/>
                <wp:effectExtent l="0" t="0" r="444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267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A0D36" w14:textId="77777777" w:rsidR="00621B92" w:rsidRDefault="00762763" w:rsidP="00621B92">
                            <w:r>
                              <w:t>Ennemi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750CE" id="Zone de texte 14" o:spid="_x0000_s1028" type="#_x0000_t202" style="position:absolute;margin-left:334.8pt;margin-top:195.35pt;width:64.65pt;height:2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" fillcolor="white [3201]" stroked="f" strokeweight=".5pt">
                <v:textbox>
                  <w:txbxContent>
                    <w:p w:rsidR="00621B92" w:rsidRDefault="00762763" w:rsidP="00621B92">
                      <w:r>
                        <w:t>Ennemi</w:t>
                      </w:r>
                    </w:p>
                  </w:txbxContent>
                </v:textbox>
              </v:shape>
            </w:pict>
          </mc:Fallback>
        </mc:AlternateContent>
      </w:r>
      <w:r w:rsidR="00621B9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ED9BDC" wp14:editId="18812243">
                <wp:simplePos x="0" y="0"/>
                <wp:positionH relativeFrom="column">
                  <wp:posOffset>2236894</wp:posOffset>
                </wp:positionH>
                <wp:positionV relativeFrom="paragraph">
                  <wp:posOffset>2718435</wp:posOffset>
                </wp:positionV>
                <wp:extent cx="1320800" cy="372533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800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431629" w14:textId="77777777" w:rsidR="00621B92" w:rsidRDefault="00621B92" w:rsidP="00621B92">
                            <w:r>
                              <w:t>Plateforme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8B286" id="Zone de texte 13" o:spid="_x0000_s1029" type="#_x0000_t202" style="position:absolute;margin-left:176.15pt;margin-top:214.05pt;width:104pt;height:29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" fillcolor="white [3201]" stroked="f" strokeweight=".5pt">
                <v:textbox>
                  <w:txbxContent>
                    <w:p w:rsidR="00621B92" w:rsidRDefault="00621B92" w:rsidP="00621B92">
                      <w:r>
                        <w:t>Plateforme</w:t>
                      </w:r>
                    </w:p>
                  </w:txbxContent>
                </v:textbox>
              </v:shape>
            </w:pict>
          </mc:Fallback>
        </mc:AlternateContent>
      </w:r>
      <w:r w:rsidR="00621B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0C27ED" wp14:editId="466482CB">
                <wp:simplePos x="0" y="0"/>
                <wp:positionH relativeFrom="column">
                  <wp:posOffset>2439670</wp:posOffset>
                </wp:positionH>
                <wp:positionV relativeFrom="paragraph">
                  <wp:posOffset>1143211</wp:posOffset>
                </wp:positionV>
                <wp:extent cx="1320800" cy="270933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800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A02FAD" w14:textId="77777777" w:rsidR="00621B92" w:rsidRDefault="00621B92" w:rsidP="00621B92">
                            <w:r>
                              <w:t>Bonus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4BE98" id="Zone de texte 11" o:spid="_x0000_s1030" type="#_x0000_t202" style="position:absolute;margin-left:192.1pt;margin-top:90pt;width:104pt;height:2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" fillcolor="white [3201]" stroked="f" strokeweight=".5pt">
                <v:textbox>
                  <w:txbxContent>
                    <w:p w:rsidR="00621B92" w:rsidRDefault="00621B92" w:rsidP="00621B92">
                      <w:r>
                        <w:t>Bonus</w:t>
                      </w:r>
                    </w:p>
                  </w:txbxContent>
                </v:textbox>
              </v:shape>
            </w:pict>
          </mc:Fallback>
        </mc:AlternateContent>
      </w:r>
      <w:r w:rsidR="00621B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FA7B77" wp14:editId="5C5F5647">
                <wp:simplePos x="0" y="0"/>
                <wp:positionH relativeFrom="column">
                  <wp:posOffset>4311226</wp:posOffset>
                </wp:positionH>
                <wp:positionV relativeFrom="paragraph">
                  <wp:posOffset>2802467</wp:posOffset>
                </wp:positionV>
                <wp:extent cx="668867" cy="668867"/>
                <wp:effectExtent l="12700" t="12700" r="17145" b="29845"/>
                <wp:wrapNone/>
                <wp:docPr id="10" name="Sol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867" cy="668867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9A19E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oleil 10" o:spid="_x0000_s1026" type="#_x0000_t183" style="position:absolute;margin-left:339.45pt;margin-top:220.65pt;width:52.65pt;height:52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" fillcolor="#e7635f [3205]" strokecolor="#8d1815 [1605]" strokeweight="1pt"/>
            </w:pict>
          </mc:Fallback>
        </mc:AlternateContent>
      </w:r>
      <w:r w:rsidR="00621B9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DB7A9" wp14:editId="01FBAE62">
                <wp:simplePos x="0" y="0"/>
                <wp:positionH relativeFrom="column">
                  <wp:posOffset>467783</wp:posOffset>
                </wp:positionH>
                <wp:positionV relativeFrom="paragraph">
                  <wp:posOffset>2853478</wp:posOffset>
                </wp:positionV>
                <wp:extent cx="270934" cy="617855"/>
                <wp:effectExtent l="0" t="0" r="8890" b="171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934" cy="6178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49406" id="Rectangle 9" o:spid="_x0000_s1026" style="position:absolute;margin-left:36.85pt;margin-top:224.7pt;width:21.35pt;height:48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" fillcolor="#33b7d3 [3204]" strokecolor="#175c6b [1604]" strokeweight="1pt"/>
            </w:pict>
          </mc:Fallback>
        </mc:AlternateContent>
      </w:r>
      <w:r w:rsidR="00621B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5D8CDE" wp14:editId="32F1DB05">
                <wp:simplePos x="0" y="0"/>
                <wp:positionH relativeFrom="column">
                  <wp:posOffset>2575772</wp:posOffset>
                </wp:positionH>
                <wp:positionV relativeFrom="paragraph">
                  <wp:posOffset>1405255</wp:posOffset>
                </wp:positionV>
                <wp:extent cx="397933" cy="397933"/>
                <wp:effectExtent l="12700" t="25400" r="21590" b="21590"/>
                <wp:wrapNone/>
                <wp:docPr id="8" name="Étoile à 5 branche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933" cy="397933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64D73" id="Étoile à 5 branches 8" o:spid="_x0000_s1026" style="position:absolute;margin-left:202.8pt;margin-top:110.65pt;width:31.35pt;height:3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7933,3979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" path="m,151996r151998,2l198967,r46968,151998l397933,151996,274964,245935r46970,151997l198967,303992,75999,397932,122969,245935,,151996xe" fillcolor="#f8a85d [2167]" strokecolor="#f57e0d [3207]" strokeweight=".5pt">
                <v:fill color2="#f7963b [2615]" rotate="t" colors="0 #fcbc9e;.5 #fbb18f;1 #ffa57a" focus="100%" type="gradient">
                  <o:fill v:ext="view" type="gradientUnscaled"/>
                </v:fill>
                <v:stroke joinstyle="miter"/>
                <v:path arrowok="t" o:connecttype="custom" o:connectlocs="0,151996;151998,151998;198967,0;245935,151998;397933,151996;274964,245935;321934,397932;198967,303992;75999,397932;122969,245935;0,151996" o:connectangles="0,0,0,0,0,0,0,0,0,0,0"/>
              </v:shape>
            </w:pict>
          </mc:Fallback>
        </mc:AlternateContent>
      </w:r>
      <w:r w:rsidR="00621B9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6C2C68" wp14:editId="67F0403C">
                <wp:simplePos x="0" y="0"/>
                <wp:positionH relativeFrom="column">
                  <wp:posOffset>2076238</wp:posOffset>
                </wp:positionH>
                <wp:positionV relativeFrom="paragraph">
                  <wp:posOffset>2345055</wp:posOffset>
                </wp:positionV>
                <wp:extent cx="1540934" cy="355600"/>
                <wp:effectExtent l="0" t="0" r="889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34" cy="355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62C77B" id="Rectangle 6" o:spid="_x0000_s1026" style="position:absolute;margin-left:163.5pt;margin-top:184.65pt;width:121.35pt;height:2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&#13;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="00621B9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DD2F51" wp14:editId="6E6CF104">
                <wp:simplePos x="0" y="0"/>
                <wp:positionH relativeFrom="column">
                  <wp:posOffset>2117</wp:posOffset>
                </wp:positionH>
                <wp:positionV relativeFrom="paragraph">
                  <wp:posOffset>3471545</wp:posOffset>
                </wp:positionV>
                <wp:extent cx="5502910" cy="643467"/>
                <wp:effectExtent l="0" t="0" r="8890" b="171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2910" cy="643467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1BC14F" id="Rectangle 5" o:spid="_x0000_s1026" style="position:absolute;margin-left:.15pt;margin-top:273.35pt;width:433.3pt;height:50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&#13;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="00621B9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67284D" wp14:editId="648209EE">
                <wp:simplePos x="0" y="0"/>
                <wp:positionH relativeFrom="column">
                  <wp:posOffset>4006638</wp:posOffset>
                </wp:positionH>
                <wp:positionV relativeFrom="paragraph">
                  <wp:posOffset>914611</wp:posOffset>
                </wp:positionV>
                <wp:extent cx="1320800" cy="270933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800" cy="270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D1526" w14:textId="77777777" w:rsidR="00621B92" w:rsidRPr="00662E28" w:rsidRDefault="00621B92" w:rsidP="00662E28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662E28">
                              <w:rPr>
                                <w:b/>
                              </w:rPr>
                              <w:t>SCORE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1" type="#_x0000_t202" style="position:absolute;margin-left:315.5pt;margin-top:1in;width:104pt;height:2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" filled="f" stroked="f" strokeweight=".5pt">
                <v:textbox>
                  <w:txbxContent>
                    <w:p w:rsidR="00621B92" w:rsidRPr="00662E28" w:rsidRDefault="00621B92" w:rsidP="00662E28">
                      <w:pPr>
                        <w:jc w:val="right"/>
                        <w:rPr>
                          <w:b/>
                        </w:rPr>
                      </w:pPr>
                      <w:r w:rsidRPr="00662E28">
                        <w:rPr>
                          <w:b/>
                        </w:rPr>
                        <w:t>SCORE</w:t>
                      </w:r>
                    </w:p>
                  </w:txbxContent>
                </v:textbox>
              </v:shape>
            </w:pict>
          </mc:Fallback>
        </mc:AlternateContent>
      </w:r>
      <w:r w:rsidR="00AF7C4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C3E83E" wp14:editId="55B18B3B">
                <wp:simplePos x="0" y="0"/>
                <wp:positionH relativeFrom="column">
                  <wp:posOffset>3810</wp:posOffset>
                </wp:positionH>
                <wp:positionV relativeFrom="paragraph">
                  <wp:posOffset>4170680</wp:posOffset>
                </wp:positionV>
                <wp:extent cx="5504180" cy="635"/>
                <wp:effectExtent l="0" t="0" r="0" b="12065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41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264769" w14:textId="77777777" w:rsidR="00AF7C48" w:rsidRPr="004373CD" w:rsidRDefault="00AF7C48" w:rsidP="00AF7C48">
                            <w:pPr>
                              <w:pStyle w:val="Lgende"/>
                              <w:rPr>
                                <w:noProof/>
                                <w:szCs w:val="28"/>
                              </w:rPr>
                            </w:pPr>
                            <w:r>
                              <w:t>Exemple avec un</w:t>
                            </w:r>
                            <w:r w:rsidR="001659AF">
                              <w:t>e maquette d’un</w:t>
                            </w:r>
                            <w:r>
                              <w:t xml:space="preserve"> jeu de plateformes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CC972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32" type="#_x0000_t202" style="position:absolute;margin-left:.3pt;margin-top:328.4pt;width:433.4pt;height: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" stroked="f">
                <v:textbox style="mso-fit-shape-to-text:t" inset="0,0,0,0">
                  <w:txbxContent>
                    <w:p w:rsidR="00AF7C48" w:rsidRPr="004373CD" w:rsidRDefault="00AF7C48" w:rsidP="00AF7C48">
                      <w:pPr>
                        <w:pStyle w:val="Lgende"/>
                        <w:rPr>
                          <w:noProof/>
                          <w:szCs w:val="28"/>
                        </w:rPr>
                      </w:pPr>
                      <w:r>
                        <w:t>Exemple avec un</w:t>
                      </w:r>
                      <w:r w:rsidR="001659AF">
                        <w:t>e maquette d’un</w:t>
                      </w:r>
                      <w:r>
                        <w:t xml:space="preserve"> jeu de plateformes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1B9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74841" wp14:editId="3EDB95B8">
                <wp:simplePos x="0" y="0"/>
                <wp:positionH relativeFrom="column">
                  <wp:posOffset>3810</wp:posOffset>
                </wp:positionH>
                <wp:positionV relativeFrom="paragraph">
                  <wp:posOffset>812800</wp:posOffset>
                </wp:positionV>
                <wp:extent cx="5504400" cy="3301200"/>
                <wp:effectExtent l="0" t="0" r="7620" b="13970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4400" cy="330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8FE52F" w14:textId="77777777" w:rsidR="00621B92" w:rsidRDefault="00621B92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3" type="#_x0000_t202" style="position:absolute;margin-left:.3pt;margin-top:64pt;width:433.4pt;height:25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" fillcolor="white [3201]" strokeweight=".5pt">
                <v:textbox style="layout-flow:vertical-ideographic">
                  <w:txbxContent>
                    <w:p w:rsidR="00621B92" w:rsidRDefault="00621B92"/>
                  </w:txbxContent>
                </v:textbox>
                <w10:wrap type="square"/>
              </v:shape>
            </w:pict>
          </mc:Fallback>
        </mc:AlternateContent>
      </w:r>
      <w:r w:rsidR="00FA44F5">
        <w:t>Image de ce que v</w:t>
      </w:r>
      <w:r w:rsidR="00202406">
        <w:t>ont</w:t>
      </w:r>
      <w:r w:rsidR="00FA44F5">
        <w:t xml:space="preserve"> voir le</w:t>
      </w:r>
      <w:r w:rsidR="00202406">
        <w:t>s</w:t>
      </w:r>
      <w:r w:rsidR="00FA44F5">
        <w:t xml:space="preserve"> joueur</w:t>
      </w:r>
      <w:r w:rsidR="00202406">
        <w:t>s</w:t>
      </w:r>
      <w:r w:rsidR="00FA44F5">
        <w:t>,</w:t>
      </w:r>
      <w:r>
        <w:t xml:space="preserve"> les gabarits,</w:t>
      </w:r>
      <w:r w:rsidR="00FA44F5">
        <w:t xml:space="preserve"> l’interface, la disposition à l’écran des éléments. Exemple :</w:t>
      </w:r>
      <w:r w:rsidR="00621B92">
        <w:t xml:space="preserve"> une situation de jeu,</w:t>
      </w:r>
      <w:r w:rsidR="00FA44F5">
        <w:t xml:space="preserve"> un schéma en noir et blanc ou une modification d’une capture d’un jeu existant</w:t>
      </w:r>
      <w:r w:rsidR="00621B92">
        <w:t xml:space="preserve"> fait l’affaire.</w:t>
      </w:r>
    </w:p>
    <w:p w14:paraId="42FD85B5" w14:textId="77777777" w:rsidR="00FA44F5" w:rsidRPr="00662E28" w:rsidRDefault="00FA44F5" w:rsidP="004B7AC5">
      <w:pPr>
        <w:pStyle w:val="Titre1"/>
      </w:pPr>
      <w:r w:rsidRPr="00662E28">
        <w:t>Look And Feel</w:t>
      </w:r>
    </w:p>
    <w:p w14:paraId="12FF58AF" w14:textId="77777777" w:rsidR="00662E28" w:rsidRDefault="00662E28" w:rsidP="003435A0">
      <w:r w:rsidRPr="00662E28">
        <w:t>Descriptif des</w:t>
      </w:r>
      <w:r w:rsidR="00FA44F5" w:rsidRPr="00662E28">
        <w:t xml:space="preserve"> </w:t>
      </w:r>
      <w:r w:rsidRPr="00662E28">
        <w:t>inspirations graphiques et sonores</w:t>
      </w:r>
      <w:r>
        <w:t xml:space="preserve"> en quelques lignes pour appuyer vos intentions. (</w:t>
      </w:r>
      <w:proofErr w:type="gramStart"/>
      <w:r w:rsidR="00954C47">
        <w:t>r</w:t>
      </w:r>
      <w:r>
        <w:t>éaliste</w:t>
      </w:r>
      <w:proofErr w:type="gramEnd"/>
      <w:r>
        <w:t xml:space="preserve">, cartoon, abstrait, </w:t>
      </w:r>
      <w:r w:rsidR="00954C47">
        <w:t>aplats</w:t>
      </w:r>
      <w:r>
        <w:t xml:space="preserve"> de couleurs, couleurs vives, couleurs sombres, etc.) Ajouter des références visuelles existantes.</w:t>
      </w:r>
    </w:p>
    <w:p w14:paraId="68F9E293" w14:textId="77777777" w:rsidR="00D14ADB" w:rsidRDefault="003435A0" w:rsidP="002B0340">
      <w:r>
        <w:rPr>
          <w:noProof/>
        </w:rPr>
        <w:drawing>
          <wp:inline distT="0" distB="0" distL="0" distR="0" wp14:anchorId="090B7EDA" wp14:editId="190E1DDB">
            <wp:extent cx="2555663" cy="1277832"/>
            <wp:effectExtent l="0" t="0" r="0" b="508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ame_Thumb_Nano-War-452x22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04863" cy="1302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D9C17ED" wp14:editId="784EAFDE">
            <wp:extent cx="2582334" cy="1291167"/>
            <wp:effectExtent l="0" t="0" r="0" b="444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ame_Thumb_Rolling_Jump-452x226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5487" cy="1332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4ADB">
        <w:br/>
        <w:t>Exemples avec des références de style « cartoon ».</w:t>
      </w:r>
      <w:r w:rsidR="00D14ADB">
        <w:br/>
      </w:r>
    </w:p>
    <w:p w14:paraId="557619A9" w14:textId="77777777" w:rsidR="00BD4191" w:rsidRPr="00662E28" w:rsidRDefault="00954C47">
      <w:r w:rsidRPr="00954C47">
        <w:rPr>
          <w:b/>
          <w:sz w:val="18"/>
          <w:szCs w:val="18"/>
        </w:rPr>
        <w:t xml:space="preserve">Modèle de game concept téléchargé sur </w:t>
      </w:r>
      <w:hyperlink r:id="rId11" w:history="1">
        <w:r w:rsidRPr="00954C47">
          <w:rPr>
            <w:rStyle w:val="Lienhypertexte"/>
            <w:b/>
            <w:sz w:val="18"/>
            <w:szCs w:val="18"/>
          </w:rPr>
          <w:t>https://videogamecreation.fr</w:t>
        </w:r>
      </w:hyperlink>
      <w:r w:rsidRPr="00954C47">
        <w:rPr>
          <w:b/>
          <w:sz w:val="18"/>
          <w:szCs w:val="18"/>
        </w:rPr>
        <w:t xml:space="preserve">. Si vous avez téléchargé ce document sur un autre site, merci de me contacter : </w:t>
      </w:r>
      <w:hyperlink r:id="rId12" w:history="1">
        <w:r w:rsidRPr="00954C47">
          <w:rPr>
            <w:rStyle w:val="Lienhypertexte"/>
            <w:b/>
            <w:sz w:val="18"/>
            <w:szCs w:val="18"/>
          </w:rPr>
          <w:t>benoit@videogamecreation.fr</w:t>
        </w:r>
      </w:hyperlink>
    </w:p>
    <w:sectPr w:rsidR="00BD4191" w:rsidRPr="00662E28" w:rsidSect="00042B70">
      <w:footerReference w:type="default" r:id="rId13"/>
      <w:pgSz w:w="11907" w:h="16839" w:code="9"/>
      <w:pgMar w:top="1094" w:right="1627" w:bottom="1769" w:left="120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D301" w14:textId="77777777" w:rsidR="00B11294" w:rsidRDefault="00B11294">
      <w:pPr>
        <w:spacing w:line="240" w:lineRule="auto"/>
      </w:pPr>
      <w:r>
        <w:separator/>
      </w:r>
    </w:p>
    <w:p w14:paraId="3F0792BF" w14:textId="77777777" w:rsidR="00B11294" w:rsidRDefault="00B11294"/>
  </w:endnote>
  <w:endnote w:type="continuationSeparator" w:id="0">
    <w:p w14:paraId="23FD4C8E" w14:textId="77777777" w:rsidR="00B11294" w:rsidRDefault="00B11294">
      <w:pPr>
        <w:spacing w:line="240" w:lineRule="auto"/>
      </w:pPr>
      <w:r>
        <w:continuationSeparator/>
      </w:r>
    </w:p>
    <w:p w14:paraId="476E9843" w14:textId="77777777" w:rsidR="00B11294" w:rsidRDefault="00B11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25AC" w14:textId="77777777" w:rsidR="00042B70" w:rsidRPr="00042B70" w:rsidRDefault="00042B70" w:rsidP="00042B70">
    <w:pPr>
      <w:pStyle w:val="Pieddepage"/>
      <w:ind w:right="360"/>
      <w:jc w:val="center"/>
      <w:rPr>
        <w:sz w:val="20"/>
        <w:szCs w:val="20"/>
      </w:rPr>
    </w:pPr>
    <w:r>
      <w:rPr>
        <w:sz w:val="20"/>
        <w:szCs w:val="20"/>
      </w:rPr>
      <w:t xml:space="preserve">Document confidentiel - </w:t>
    </w:r>
    <w:r w:rsidRPr="00691BB3">
      <w:rPr>
        <w:sz w:val="20"/>
        <w:szCs w:val="20"/>
      </w:rPr>
      <w:t>Mon Super Jeu - Mon Super Studio – contact@monsuperstudio.com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8E5C5" w14:textId="77777777" w:rsidR="00B11294" w:rsidRDefault="00B11294">
      <w:pPr>
        <w:spacing w:line="240" w:lineRule="auto"/>
      </w:pPr>
      <w:r>
        <w:separator/>
      </w:r>
    </w:p>
    <w:p w14:paraId="0823A7DD" w14:textId="77777777" w:rsidR="00B11294" w:rsidRDefault="00B11294"/>
  </w:footnote>
  <w:footnote w:type="continuationSeparator" w:id="0">
    <w:p w14:paraId="150D2E50" w14:textId="77777777" w:rsidR="00B11294" w:rsidRDefault="00B11294">
      <w:pPr>
        <w:spacing w:line="240" w:lineRule="auto"/>
      </w:pPr>
      <w:r>
        <w:continuationSeparator/>
      </w:r>
    </w:p>
    <w:p w14:paraId="35B65D19" w14:textId="77777777" w:rsidR="00B11294" w:rsidRDefault="00B1129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79A"/>
    <w:rsid w:val="00023057"/>
    <w:rsid w:val="00023D4B"/>
    <w:rsid w:val="0004076D"/>
    <w:rsid w:val="00042B70"/>
    <w:rsid w:val="0004494E"/>
    <w:rsid w:val="000D2BAE"/>
    <w:rsid w:val="00160892"/>
    <w:rsid w:val="001659AF"/>
    <w:rsid w:val="00202406"/>
    <w:rsid w:val="002231E8"/>
    <w:rsid w:val="00226B46"/>
    <w:rsid w:val="002659B8"/>
    <w:rsid w:val="00294E48"/>
    <w:rsid w:val="002B0340"/>
    <w:rsid w:val="00327794"/>
    <w:rsid w:val="003435A0"/>
    <w:rsid w:val="003F0D7A"/>
    <w:rsid w:val="00445B42"/>
    <w:rsid w:val="00446850"/>
    <w:rsid w:val="004538A3"/>
    <w:rsid w:val="004B4106"/>
    <w:rsid w:val="004B7AC5"/>
    <w:rsid w:val="004F01A4"/>
    <w:rsid w:val="00527925"/>
    <w:rsid w:val="005801DB"/>
    <w:rsid w:val="00585993"/>
    <w:rsid w:val="005B5CCE"/>
    <w:rsid w:val="006122AD"/>
    <w:rsid w:val="006173A0"/>
    <w:rsid w:val="00621B92"/>
    <w:rsid w:val="00662E28"/>
    <w:rsid w:val="00691BB3"/>
    <w:rsid w:val="00722E7D"/>
    <w:rsid w:val="007419B1"/>
    <w:rsid w:val="00762763"/>
    <w:rsid w:val="00954C47"/>
    <w:rsid w:val="00A27527"/>
    <w:rsid w:val="00AF7C48"/>
    <w:rsid w:val="00B11294"/>
    <w:rsid w:val="00BA0915"/>
    <w:rsid w:val="00BD4191"/>
    <w:rsid w:val="00C0439E"/>
    <w:rsid w:val="00C64BA7"/>
    <w:rsid w:val="00CA3953"/>
    <w:rsid w:val="00CF5AB6"/>
    <w:rsid w:val="00D14ADB"/>
    <w:rsid w:val="00D709CD"/>
    <w:rsid w:val="00E4146E"/>
    <w:rsid w:val="00E633D3"/>
    <w:rsid w:val="00EB579A"/>
    <w:rsid w:val="00EF53CA"/>
    <w:rsid w:val="00F8343B"/>
    <w:rsid w:val="00FA0FC7"/>
    <w:rsid w:val="00FA44F5"/>
    <w:rsid w:val="00FE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3CDD71B"/>
  <w15:chartTrackingRefBased/>
  <w15:docId w15:val="{2E688532-99FE-7146-BB32-FB9B40BF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83E41" w:themeColor="text2"/>
        <w:sz w:val="28"/>
        <w:szCs w:val="28"/>
        <w:lang w:val="fr-FR" w:eastAsia="ja-JP" w:bidi="fr-FR"/>
      </w:rPr>
    </w:rPrDefault>
    <w:pPrDefault>
      <w:pPr>
        <w:spacing w:after="3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3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7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37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8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3CA"/>
    <w:rPr>
      <w:sz w:val="22"/>
    </w:rPr>
  </w:style>
  <w:style w:type="paragraph" w:styleId="Titre1">
    <w:name w:val="heading 1"/>
    <w:basedOn w:val="Normal"/>
    <w:next w:val="Normal"/>
    <w:link w:val="Titre1Car"/>
    <w:uiPriority w:val="5"/>
    <w:qFormat/>
    <w:pPr>
      <w:keepNext/>
      <w:keepLines/>
      <w:spacing w:after="280" w:line="264" w:lineRule="auto"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Titre2">
    <w:name w:val="heading 2"/>
    <w:basedOn w:val="Normal"/>
    <w:next w:val="Normal"/>
    <w:link w:val="Titre2Car"/>
    <w:uiPriority w:val="6"/>
    <w:qFormat/>
    <w:pPr>
      <w:keepNext/>
      <w:keepLines/>
      <w:spacing w:before="140" w:after="120" w:line="264" w:lineRule="auto"/>
      <w:outlineLvl w:val="1"/>
    </w:pPr>
    <w:rPr>
      <w:rFonts w:asciiTheme="majorHAnsi" w:eastAsiaTheme="majorEastAsia" w:hAnsiTheme="majorHAnsi" w:cstheme="majorBidi"/>
      <w:b/>
      <w:caps/>
      <w:color w:val="33B7D3" w:themeColor="accen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7"/>
    <w:semiHidden/>
    <w:unhideWhenUsed/>
    <w:qFormat/>
    <w:pPr>
      <w:keepNext/>
      <w:keepLines/>
      <w:spacing w:before="140" w:after="120" w:line="264" w:lineRule="auto"/>
      <w:outlineLvl w:val="2"/>
    </w:pPr>
    <w:rPr>
      <w:rFonts w:asciiTheme="majorHAnsi" w:eastAsiaTheme="majorEastAsia" w:hAnsiTheme="majorHAnsi" w:cstheme="majorBidi"/>
      <w:b/>
      <w:caps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140" w:after="120" w:line="264" w:lineRule="auto"/>
      <w:outlineLvl w:val="3"/>
    </w:pPr>
    <w:rPr>
      <w:rFonts w:asciiTheme="majorHAnsi" w:eastAsiaTheme="majorEastAsia" w:hAnsiTheme="majorHAnsi" w:cstheme="majorBidi"/>
      <w:iCs/>
      <w:caps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140" w:after="120" w:line="264" w:lineRule="auto"/>
      <w:outlineLvl w:val="4"/>
    </w:pPr>
    <w:rPr>
      <w:rFonts w:asciiTheme="majorHAnsi" w:eastAsiaTheme="majorEastAsia" w:hAnsiTheme="majorHAnsi" w:cstheme="majorBidi"/>
      <w:b/>
      <w:caps/>
      <w:color w:val="33B7D3" w:themeColor="accent1"/>
      <w:sz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140" w:after="120" w:line="264" w:lineRule="auto"/>
      <w:outlineLvl w:val="5"/>
    </w:pPr>
    <w:rPr>
      <w:rFonts w:asciiTheme="majorHAnsi" w:eastAsiaTheme="majorEastAsia" w:hAnsiTheme="majorHAnsi" w:cstheme="majorBidi"/>
      <w:caps/>
      <w:color w:val="33B7D3" w:themeColor="accent1"/>
      <w:sz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140" w:after="120" w:line="264" w:lineRule="auto"/>
      <w:outlineLvl w:val="6"/>
    </w:pPr>
    <w:rPr>
      <w:rFonts w:asciiTheme="majorHAnsi" w:eastAsiaTheme="majorEastAsia" w:hAnsiTheme="majorHAnsi" w:cstheme="majorBidi"/>
      <w:b/>
      <w:iCs/>
      <w:caps/>
      <w:color w:val="96858A" w:themeColor="text2" w:themeTint="99"/>
      <w:sz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140" w:after="120" w:line="264" w:lineRule="auto"/>
      <w:outlineLvl w:val="7"/>
    </w:pPr>
    <w:rPr>
      <w:rFonts w:asciiTheme="majorHAnsi" w:eastAsiaTheme="majorEastAsia" w:hAnsiTheme="majorHAnsi" w:cstheme="majorBidi"/>
      <w:caps/>
      <w:color w:val="96858A" w:themeColor="text2" w:themeTint="99"/>
      <w:sz w:val="20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140" w:after="120" w:line="264" w:lineRule="auto"/>
      <w:outlineLvl w:val="8"/>
    </w:pPr>
    <w:rPr>
      <w:rFonts w:asciiTheme="majorHAnsi" w:eastAsiaTheme="majorEastAsia" w:hAnsiTheme="majorHAnsi" w:cstheme="majorBidi"/>
      <w:b/>
      <w:iCs/>
      <w:caps/>
      <w:color w:val="33B7D3" w:themeColor="accent1"/>
      <w:sz w:val="16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ripJournalTable">
    <w:name w:val="Trip Journal Table"/>
    <w:basedOn w:val="TableauNormal"/>
    <w:uiPriority w:val="99"/>
    <w:tblPr>
      <w:tblBorders>
        <w:top w:val="single" w:sz="36" w:space="0" w:color="483E41" w:themeColor="text2"/>
        <w:insideH w:val="single" w:sz="12" w:space="0" w:color="483E41" w:themeColor="text2"/>
      </w:tblBorders>
      <w:tblCellMar>
        <w:top w:w="288" w:type="dxa"/>
        <w:left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qFormat/>
    <w:pPr>
      <w:spacing w:after="0" w:line="240" w:lineRule="auto"/>
    </w:pPr>
    <w:rPr>
      <w:color w:val="96858A" w:themeColor="text2" w:themeTint="99"/>
      <w:sz w:val="44"/>
    </w:rPr>
  </w:style>
  <w:style w:type="character" w:customStyle="1" w:styleId="PieddepageCar">
    <w:name w:val="Pied de page Car"/>
    <w:basedOn w:val="Policepardfaut"/>
    <w:link w:val="Pieddepage"/>
    <w:uiPriority w:val="99"/>
    <w:rPr>
      <w:color w:val="96858A" w:themeColor="text2" w:themeTint="99"/>
      <w:sz w:val="44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Date">
    <w:name w:val="Date"/>
    <w:basedOn w:val="Normal"/>
    <w:next w:val="Titre1"/>
    <w:link w:val="DateCar"/>
    <w:uiPriority w:val="3"/>
    <w:unhideWhenUsed/>
    <w:qFormat/>
    <w:pPr>
      <w:pBdr>
        <w:bottom w:val="single" w:sz="36" w:space="9" w:color="483E41" w:themeColor="text2"/>
      </w:pBdr>
      <w:spacing w:after="280" w:line="240" w:lineRule="auto"/>
    </w:pPr>
    <w:rPr>
      <w:b/>
      <w:caps/>
      <w:sz w:val="34"/>
    </w:rPr>
  </w:style>
  <w:style w:type="character" w:customStyle="1" w:styleId="DateCar">
    <w:name w:val="Date Car"/>
    <w:basedOn w:val="Policepardfaut"/>
    <w:link w:val="Date"/>
    <w:uiPriority w:val="3"/>
    <w:rPr>
      <w:b/>
      <w:caps/>
      <w:sz w:val="34"/>
    </w:rPr>
  </w:style>
  <w:style w:type="paragraph" w:styleId="Titre">
    <w:name w:val="Title"/>
    <w:basedOn w:val="Normal"/>
    <w:next w:val="Sous-titre"/>
    <w:link w:val="TitreC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88"/>
      <w:szCs w:val="56"/>
    </w:rPr>
  </w:style>
  <w:style w:type="character" w:customStyle="1" w:styleId="TitreCar">
    <w:name w:val="Titre Car"/>
    <w:basedOn w:val="Policepardfaut"/>
    <w:link w:val="Titre"/>
    <w:uiPriority w:val="1"/>
    <w:rPr>
      <w:rFonts w:asciiTheme="majorHAnsi" w:eastAsiaTheme="majorEastAsia" w:hAnsiTheme="majorHAnsi" w:cstheme="majorBidi"/>
      <w:b/>
      <w:caps/>
      <w:kern w:val="28"/>
      <w:sz w:val="88"/>
      <w:szCs w:val="56"/>
    </w:rPr>
  </w:style>
  <w:style w:type="paragraph" w:styleId="Sous-titre">
    <w:name w:val="Subtitle"/>
    <w:basedOn w:val="Normal"/>
    <w:next w:val="Date"/>
    <w:link w:val="Sous-titreCar"/>
    <w:uiPriority w:val="2"/>
    <w:qFormat/>
    <w:pPr>
      <w:numPr>
        <w:ilvl w:val="1"/>
      </w:numPr>
      <w:spacing w:after="260"/>
      <w:contextualSpacing/>
    </w:pPr>
    <w:rPr>
      <w:rFonts w:asciiTheme="majorHAnsi" w:eastAsiaTheme="minorEastAsia" w:hAnsiTheme="majorHAnsi"/>
      <w:caps/>
      <w:sz w:val="88"/>
      <w:szCs w:val="22"/>
    </w:rPr>
  </w:style>
  <w:style w:type="character" w:customStyle="1" w:styleId="Sous-titreCar">
    <w:name w:val="Sous-titre Car"/>
    <w:basedOn w:val="Policepardfaut"/>
    <w:link w:val="Sous-titre"/>
    <w:uiPriority w:val="2"/>
    <w:rPr>
      <w:rFonts w:asciiTheme="majorHAnsi" w:eastAsiaTheme="minorEastAsia" w:hAnsiTheme="majorHAnsi"/>
      <w:caps/>
      <w:sz w:val="88"/>
      <w:szCs w:val="22"/>
    </w:rPr>
  </w:style>
  <w:style w:type="character" w:customStyle="1" w:styleId="Titre1Car">
    <w:name w:val="Titre 1 Car"/>
    <w:basedOn w:val="Policepardfaut"/>
    <w:link w:val="Titre1"/>
    <w:uiPriority w:val="5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Titre2Car">
    <w:name w:val="Titre 2 Car"/>
    <w:basedOn w:val="Policepardfaut"/>
    <w:link w:val="Titre2"/>
    <w:uiPriority w:val="6"/>
    <w:rPr>
      <w:rFonts w:asciiTheme="majorHAnsi" w:eastAsiaTheme="majorEastAsia" w:hAnsiTheme="majorHAnsi" w:cstheme="majorBidi"/>
      <w:b/>
      <w:caps/>
      <w:color w:val="33B7D3" w:themeColor="accent1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7"/>
    <w:semiHidden/>
    <w:rPr>
      <w:rFonts w:asciiTheme="majorHAnsi" w:eastAsiaTheme="majorEastAsia" w:hAnsiTheme="majorHAnsi" w:cstheme="majorBidi"/>
      <w:b/>
      <w:caps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iCs/>
      <w:caps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b/>
      <w:caps/>
      <w:color w:val="33B7D3" w:themeColor="accent1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caps/>
      <w:color w:val="33B7D3" w:themeColor="accent1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b/>
      <w:iCs/>
      <w:caps/>
      <w:color w:val="96858A" w:themeColor="text2" w:themeTint="99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aps/>
      <w:color w:val="96858A" w:themeColor="text2" w:themeTint="99"/>
      <w:sz w:val="20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b/>
      <w:iCs/>
      <w:caps/>
      <w:color w:val="33B7D3" w:themeColor="accent1"/>
      <w:sz w:val="16"/>
      <w:szCs w:val="21"/>
    </w:rPr>
  </w:style>
  <w:style w:type="paragraph" w:styleId="Citation">
    <w:name w:val="Quote"/>
    <w:basedOn w:val="Normal"/>
    <w:next w:val="Normal"/>
    <w:link w:val="CitationCar"/>
    <w:uiPriority w:val="37"/>
    <w:semiHidden/>
    <w:unhideWhenUsed/>
    <w:qFormat/>
    <w:pPr>
      <w:spacing w:before="260" w:after="260"/>
      <w:contextualSpacing/>
    </w:pPr>
    <w:rPr>
      <w:iCs/>
      <w:sz w:val="40"/>
    </w:rPr>
  </w:style>
  <w:style w:type="character" w:customStyle="1" w:styleId="CitationCar">
    <w:name w:val="Citation Car"/>
    <w:basedOn w:val="Policepardfaut"/>
    <w:link w:val="Citation"/>
    <w:uiPriority w:val="37"/>
    <w:semiHidden/>
    <w:rPr>
      <w:iCs/>
      <w:sz w:val="40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pPr>
      <w:spacing w:before="260" w:after="260"/>
      <w:contextualSpacing/>
    </w:pPr>
    <w:rPr>
      <w:iCs/>
      <w:color w:val="33B7D3" w:themeColor="accent1"/>
      <w:sz w:val="40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Pr>
      <w:iCs/>
      <w:color w:val="33B7D3" w:themeColor="accent1"/>
      <w:sz w:val="40"/>
    </w:rPr>
  </w:style>
  <w:style w:type="paragraph" w:styleId="Paragraphedeliste">
    <w:name w:val="List Paragraph"/>
    <w:basedOn w:val="Normal"/>
    <w:uiPriority w:val="34"/>
    <w:semiHidden/>
    <w:unhideWhenUsed/>
    <w:qFormat/>
    <w:pPr>
      <w:ind w:left="720"/>
      <w:contextualSpacing/>
    </w:pPr>
  </w:style>
  <w:style w:type="character" w:styleId="Titredulivre">
    <w:name w:val="Book Title"/>
    <w:basedOn w:val="Policepardfaut"/>
    <w:uiPriority w:val="33"/>
    <w:semiHidden/>
    <w:unhideWhenUsed/>
    <w:qFormat/>
    <w:rPr>
      <w:rFonts w:asciiTheme="majorHAnsi" w:hAnsiTheme="majorHAnsi"/>
      <w:b w:val="0"/>
      <w:bCs/>
      <w:i w:val="0"/>
      <w:iCs/>
      <w:spacing w:val="0"/>
      <w:sz w:val="28"/>
      <w:u w:val="single" w:color="483E41" w:themeColor="text2"/>
    </w:rPr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Cs/>
      <w:sz w:val="20"/>
      <w:szCs w:val="18"/>
    </w:rPr>
  </w:style>
  <w:style w:type="character" w:styleId="Accentuationintense">
    <w:name w:val="Intense Emphasis"/>
    <w:basedOn w:val="Policepardfaut"/>
    <w:uiPriority w:val="28"/>
    <w:semiHidden/>
    <w:unhideWhenUsed/>
    <w:qFormat/>
    <w:rPr>
      <w:b/>
      <w:i w:val="0"/>
      <w:iCs/>
      <w:color w:val="33B7D3" w:themeColor="accent1"/>
    </w:rPr>
  </w:style>
  <w:style w:type="character" w:styleId="Accentuation">
    <w:name w:val="Emphasis"/>
    <w:basedOn w:val="Policepardfaut"/>
    <w:uiPriority w:val="20"/>
    <w:semiHidden/>
    <w:unhideWhenUsed/>
    <w:qFormat/>
    <w:rPr>
      <w:i w:val="0"/>
      <w:iCs/>
      <w:color w:val="33B7D3" w:themeColor="accent1"/>
    </w:rPr>
  </w:style>
  <w:style w:type="character" w:styleId="lev">
    <w:name w:val="Strong"/>
    <w:basedOn w:val="Policepardfaut"/>
    <w:uiPriority w:val="22"/>
    <w:semiHidden/>
    <w:unhideWhenUsed/>
    <w:qFormat/>
    <w:rPr>
      <w:b/>
      <w:bCs/>
      <w:color w:val="483E41" w:themeColor="text2"/>
    </w:rPr>
  </w:style>
  <w:style w:type="character" w:styleId="Rfrencelgre">
    <w:name w:val="Subtle Reference"/>
    <w:basedOn w:val="Policepardfaut"/>
    <w:uiPriority w:val="31"/>
    <w:semiHidden/>
    <w:unhideWhenUsed/>
    <w:qFormat/>
    <w:rPr>
      <w:caps/>
      <w:smallCaps w:val="0"/>
      <w:color w:val="483E41" w:themeColor="text2"/>
    </w:rPr>
  </w:style>
  <w:style w:type="character" w:styleId="Rfrenceintense">
    <w:name w:val="Intense Reference"/>
    <w:basedOn w:val="Policepardfaut"/>
    <w:uiPriority w:val="32"/>
    <w:semiHidden/>
    <w:unhideWhenUsed/>
    <w:qFormat/>
    <w:rPr>
      <w:b/>
      <w:bCs/>
      <w:caps/>
      <w:smallCaps w:val="0"/>
      <w:color w:val="483E41" w:themeColor="text2"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character" w:styleId="Accentuationlgre">
    <w:name w:val="Subtle Emphasis"/>
    <w:basedOn w:val="Policepardfaut"/>
    <w:uiPriority w:val="19"/>
    <w:semiHidden/>
    <w:unhideWhenUsed/>
    <w:qFormat/>
    <w:rPr>
      <w:b w:val="0"/>
      <w:i w:val="0"/>
      <w:iCs/>
      <w:color w:val="96858A" w:themeColor="text2" w:themeTint="99"/>
    </w:rPr>
  </w:style>
  <w:style w:type="paragraph" w:styleId="En-tte">
    <w:name w:val="header"/>
    <w:basedOn w:val="Normal"/>
    <w:link w:val="En-tteC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character" w:styleId="Lienhypertexte">
    <w:name w:val="Hyperlink"/>
    <w:basedOn w:val="Policepardfaut"/>
    <w:uiPriority w:val="99"/>
    <w:unhideWhenUsed/>
    <w:rsid w:val="00BD4191"/>
    <w:rPr>
      <w:color w:val="33B7D3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D4191"/>
    <w:rPr>
      <w:color w:val="605E5C"/>
      <w:shd w:val="clear" w:color="auto" w:fill="E1DFDD"/>
    </w:rPr>
  </w:style>
  <w:style w:type="character" w:styleId="Numrodepage">
    <w:name w:val="page number"/>
    <w:basedOn w:val="Policepardfaut"/>
    <w:uiPriority w:val="99"/>
    <w:semiHidden/>
    <w:unhideWhenUsed/>
    <w:rsid w:val="00954C47"/>
  </w:style>
  <w:style w:type="character" w:styleId="Lienhypertextesuivivisit">
    <w:name w:val="FollowedHyperlink"/>
    <w:basedOn w:val="Policepardfaut"/>
    <w:uiPriority w:val="99"/>
    <w:semiHidden/>
    <w:unhideWhenUsed/>
    <w:rsid w:val="00042B70"/>
    <w:rPr>
      <w:color w:val="D47EC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MONsuperstudio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nsuperstudio.com" TargetMode="External"/><Relationship Id="rId12" Type="http://schemas.openxmlformats.org/officeDocument/2006/relationships/hyperlink" Target="mailto:benoit@videogamecreation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videogamecreation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enoit/Library/Containers/com.microsoft.Word/Data/Library/Application%20Support/Microsoft/Office/16.0/DTS/fr-FR%7b7FB3207E-D6EA-FF49-AC5D-2D77DFB72FEB%7d/%7b0A2CEAF3-D32F-5C4B-9C66-C4ECA0358882%7dtf10002070.dotx" TargetMode="External"/></Relationships>
</file>

<file path=word/theme/theme1.xml><?xml version="1.0" encoding="utf-8"?>
<a:theme xmlns:a="http://schemas.openxmlformats.org/drawingml/2006/main" name="Office Theme">
  <a:themeElements>
    <a:clrScheme name="Custom 25">
      <a:dk1>
        <a:sysClr val="windowText" lastClr="000000"/>
      </a:dk1>
      <a:lt1>
        <a:sysClr val="window" lastClr="FFFFFF"/>
      </a:lt1>
      <a:dk2>
        <a:srgbClr val="483E41"/>
      </a:dk2>
      <a:lt2>
        <a:srgbClr val="F9FAF8"/>
      </a:lt2>
      <a:accent1>
        <a:srgbClr val="33B7D3"/>
      </a:accent1>
      <a:accent2>
        <a:srgbClr val="E7635F"/>
      </a:accent2>
      <a:accent3>
        <a:srgbClr val="4FBF68"/>
      </a:accent3>
      <a:accent4>
        <a:srgbClr val="F57E0D"/>
      </a:accent4>
      <a:accent5>
        <a:srgbClr val="D1DE3C"/>
      </a:accent5>
      <a:accent6>
        <a:srgbClr val="D47EC1"/>
      </a:accent6>
      <a:hlink>
        <a:srgbClr val="33B7D3"/>
      </a:hlink>
      <a:folHlink>
        <a:srgbClr val="D47EC1"/>
      </a:folHlink>
    </a:clrScheme>
    <a:fontScheme name="Trip_Journal_Fonts">
      <a:majorFont>
        <a:latin typeface="Tahoma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9EA767-00FE-2A4C-AC99-6C9AB58A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{0A2CEAF3-D32F-5C4B-9C66-C4ECA0358882}tf10002070.dotx</Template>
  <TotalTime>113</TotalTime>
  <Pages>3</Pages>
  <Words>530</Words>
  <Characters>2916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Benoît Freslon</dc:creator>
  <cp:keywords/>
  <dc:description/>
  <cp:lastModifiedBy>Benoît Freslon</cp:lastModifiedBy>
  <cp:revision>29</cp:revision>
  <dcterms:created xsi:type="dcterms:W3CDTF">2018-12-17T15:48:00Z</dcterms:created>
  <dcterms:modified xsi:type="dcterms:W3CDTF">2021-09-08T12:18:00Z</dcterms:modified>
</cp:coreProperties>
</file>